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1C38222D" w:rsidR="00354C5C" w:rsidRDefault="00354C5C" w:rsidP="006E5C6C">
      <w:r>
        <w:t xml:space="preserve">Příloha č. </w:t>
      </w:r>
      <w:r w:rsidR="00F52CB0">
        <w:t>4</w:t>
      </w:r>
      <w:r w:rsidR="00B920E2">
        <w:t>b</w:t>
      </w:r>
      <w:r>
        <w:t xml:space="preserve"> Výzvy k podání nabídky</w:t>
      </w:r>
    </w:p>
    <w:p w14:paraId="523FE11F" w14:textId="3658EA6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766951" w:rsidRPr="00AC30D8">
        <w:rPr>
          <w:b/>
          <w:color w:val="FF5200" w:themeColor="accent2"/>
          <w:sz w:val="36"/>
          <w:szCs w:val="36"/>
        </w:rPr>
        <w:t>„Technická výpomoc – zaměření mapových podkladů</w:t>
      </w:r>
      <w:r w:rsidR="0035226D" w:rsidRPr="00AC30D8">
        <w:rPr>
          <w:b/>
          <w:color w:val="FF5200" w:themeColor="accent2"/>
          <w:sz w:val="36"/>
          <w:szCs w:val="36"/>
        </w:rPr>
        <w:t xml:space="preserve"> vybraných železničních stanic ve Správě tratí Praha západ, Praha východ a Plzeň </w:t>
      </w:r>
      <w:r w:rsidR="00EE521C" w:rsidRPr="00AC30D8">
        <w:rPr>
          <w:b/>
          <w:color w:val="FF5200" w:themeColor="accent2"/>
          <w:sz w:val="36"/>
          <w:szCs w:val="36"/>
        </w:rPr>
        <w:t>I</w:t>
      </w:r>
      <w:r w:rsidR="00B920E2" w:rsidRPr="00AC30D8">
        <w:rPr>
          <w:b/>
          <w:color w:val="FF5200" w:themeColor="accent2"/>
          <w:sz w:val="36"/>
          <w:szCs w:val="36"/>
        </w:rPr>
        <w:t>I</w:t>
      </w:r>
      <w:r w:rsidR="00EE521C" w:rsidRPr="00AC30D8">
        <w:rPr>
          <w:b/>
          <w:color w:val="FF5200" w:themeColor="accent2"/>
          <w:sz w:val="36"/>
          <w:szCs w:val="36"/>
        </w:rPr>
        <w:t>. část</w:t>
      </w:r>
      <w:r w:rsidR="0031280B" w:rsidRPr="00AC30D8">
        <w:rPr>
          <w:b/>
          <w:color w:val="FF5200" w:themeColor="accent2"/>
          <w:sz w:val="36"/>
          <w:szCs w:val="36"/>
        </w:rPr>
        <w:t>“</w:t>
      </w:r>
      <w:bookmarkStart w:id="0" w:name="_GoBack"/>
      <w:bookmarkEnd w:id="0"/>
      <w:r w:rsidR="000128D4" w:rsidRPr="0076695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35226D" w:rsidRPr="0035226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4156</w:t>
      </w:r>
      <w:r w:rsidR="00766951" w:rsidRPr="0035226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766951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2020-SŽ-SŽG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CA014A" w14:textId="77777777" w:rsidR="009749E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1A04B06" w14:textId="5E7C51B3" w:rsidR="009749E7" w:rsidRDefault="00AC30D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8" w:history="1">
            <w:r w:rsidR="009749E7" w:rsidRPr="008C11A1">
              <w:rPr>
                <w:rStyle w:val="Hypertextovodkaz"/>
                <w:noProof/>
              </w:rPr>
              <w:t>Kapitola 1.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Základní údaje k nabídce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_Toc50966408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2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D6B0889" w14:textId="2BD511AF" w:rsidR="009749E7" w:rsidRDefault="00AC30D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9" w:history="1">
            <w:r w:rsidR="009749E7" w:rsidRPr="008C11A1">
              <w:rPr>
                <w:rStyle w:val="Hypertextovodkaz"/>
                <w:noProof/>
              </w:rPr>
              <w:t>Kapitola 2.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o splnění základní způsobilosti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_Toc50966409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3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7E334436" w14:textId="05E018D5" w:rsidR="009749E7" w:rsidRDefault="00AC30D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10" w:history="1">
            <w:r w:rsidR="009749E7" w:rsidRPr="008C11A1">
              <w:rPr>
                <w:rStyle w:val="Hypertextovodkaz"/>
                <w:noProof/>
              </w:rPr>
              <w:t>Kapitola 3.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účastníka k neuzavření zakázaných dohod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_Toc50966410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4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096640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0006D8F" w:rsidR="00A93A74" w:rsidRDefault="00A93A74" w:rsidP="008B1A2C">
      <w:r>
        <w:t xml:space="preserve">Účastník prohlašuje, že veškeré údaje uvedené v tomto krycím listu, který je přílohou č. </w:t>
      </w:r>
      <w:r w:rsidR="006F2FE5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94AD0">
        <w:t xml:space="preserve">jako </w:t>
      </w:r>
      <w:r w:rsidR="000128D4" w:rsidRPr="00194AD0">
        <w:rPr>
          <w:rFonts w:eastAsia="Times New Roman" w:cs="Times New Roman"/>
          <w:lang w:eastAsia="cs-CZ"/>
        </w:rPr>
        <w:t xml:space="preserve">podlimitní </w:t>
      </w:r>
      <w:r w:rsidR="00194AD0" w:rsidRPr="00194AD0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38B3B2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AC30D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AC30D8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096640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096641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F4BE42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33C0D2" w14:textId="01C55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08947F" w14:textId="3CA0C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E606635" w14:textId="3A2B2586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44B67FD" w14:textId="4D4B9285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40C4F7" w14:textId="7C281E88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A28442A" w14:textId="5D2C63FA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B046363" w14:textId="77777777" w:rsidR="00194AD0" w:rsidRPr="00A035EA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24975EC" w14:textId="77777777" w:rsidR="00194AD0" w:rsidRDefault="00194AD0" w:rsidP="00194AD0">
      <w:r>
        <w:t>V …………………… dne ………………………</w:t>
      </w:r>
    </w:p>
    <w:p w14:paraId="673DB32D" w14:textId="77777777" w:rsidR="00194AD0" w:rsidRDefault="00194AD0" w:rsidP="00194AD0"/>
    <w:p w14:paraId="450FBA63" w14:textId="77777777" w:rsidR="00194AD0" w:rsidRDefault="00194AD0" w:rsidP="00194AD0">
      <w:r w:rsidRPr="00194AD0">
        <w:rPr>
          <w:highlight w:val="green"/>
        </w:rPr>
        <w:t>Jméno a Příjmení</w:t>
      </w:r>
    </w:p>
    <w:p w14:paraId="1E966E17" w14:textId="38E50C36" w:rsidR="000128D4" w:rsidRPr="000128D4" w:rsidRDefault="00194AD0" w:rsidP="00194AD0">
      <w:r w:rsidRPr="00194AD0">
        <w:rPr>
          <w:highlight w:val="green"/>
        </w:rPr>
        <w:t>funkce osoby</w:t>
      </w:r>
      <w:r>
        <w:t xml:space="preserve"> </w:t>
      </w:r>
    </w:p>
    <w:sectPr w:rsidR="000128D4" w:rsidRPr="000128D4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6C99C73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30D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30D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312B28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40ED26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F04A89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30D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30D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1446C5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D478BF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4AD0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226D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6267F"/>
    <w:rsid w:val="00677B7F"/>
    <w:rsid w:val="006A5570"/>
    <w:rsid w:val="006A689C"/>
    <w:rsid w:val="006B3D79"/>
    <w:rsid w:val="006D7AFE"/>
    <w:rsid w:val="006E0578"/>
    <w:rsid w:val="006E314D"/>
    <w:rsid w:val="006E5C6C"/>
    <w:rsid w:val="006F2FE5"/>
    <w:rsid w:val="00710723"/>
    <w:rsid w:val="007116AD"/>
    <w:rsid w:val="00723ED1"/>
    <w:rsid w:val="00743525"/>
    <w:rsid w:val="0076286B"/>
    <w:rsid w:val="00766846"/>
    <w:rsid w:val="00766951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49E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336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C30D8"/>
    <w:rsid w:val="00AD056F"/>
    <w:rsid w:val="00AD6731"/>
    <w:rsid w:val="00B15D0D"/>
    <w:rsid w:val="00B468D2"/>
    <w:rsid w:val="00B75EE1"/>
    <w:rsid w:val="00B77481"/>
    <w:rsid w:val="00B8518B"/>
    <w:rsid w:val="00B87D91"/>
    <w:rsid w:val="00B920E2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D5FA9"/>
    <w:rsid w:val="00EE521C"/>
    <w:rsid w:val="00F0533E"/>
    <w:rsid w:val="00F1048D"/>
    <w:rsid w:val="00F12DEC"/>
    <w:rsid w:val="00F1715C"/>
    <w:rsid w:val="00F310F8"/>
    <w:rsid w:val="00F35939"/>
    <w:rsid w:val="00F45607"/>
    <w:rsid w:val="00F4790C"/>
    <w:rsid w:val="00F52CB0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B1F8CA"/>
  <w15:docId w15:val="{B3F5DE3C-5C1E-480C-A149-F175E6E0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EE21AC-F293-41ED-8B75-1D38A6183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41</TotalTime>
  <Pages>4</Pages>
  <Words>538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22</cp:revision>
  <cp:lastPrinted>2017-11-28T17:18:00Z</cp:lastPrinted>
  <dcterms:created xsi:type="dcterms:W3CDTF">2020-06-29T15:29:00Z</dcterms:created>
  <dcterms:modified xsi:type="dcterms:W3CDTF">2020-09-21T11:08:00Z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